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BBF59AF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E54AA4">
        <w:rPr>
          <w:rFonts w:ascii="Corbel" w:hAnsi="Corbel"/>
          <w:i/>
          <w:smallCaps/>
          <w:sz w:val="24"/>
          <w:szCs w:val="24"/>
        </w:rPr>
        <w:t>2019-2022</w:t>
      </w:r>
    </w:p>
    <w:p w14:paraId="39922766" w14:textId="533077B2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E54AA4">
        <w:rPr>
          <w:rFonts w:ascii="Corbel" w:hAnsi="Corbel"/>
        </w:rPr>
        <w:t>0</w:t>
      </w:r>
      <w:r w:rsidR="00733067" w:rsidRPr="00AA06D2">
        <w:rPr>
          <w:rFonts w:ascii="Corbel" w:hAnsi="Corbel"/>
        </w:rPr>
        <w:t>/202</w:t>
      </w:r>
      <w:r w:rsidR="00E54AA4">
        <w:rPr>
          <w:rFonts w:ascii="Corbel" w:hAnsi="Corbel"/>
        </w:rPr>
        <w:t>1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A06D2" w:rsidRDefault="0017512A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1A2FD76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24E26738" w:rsidR="00015B8F" w:rsidRPr="00AA06D2" w:rsidRDefault="009E4B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6843FDD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3DA05489" w:rsidR="00D40A05" w:rsidRPr="00AA06D2" w:rsidRDefault="006D23CF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3CF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FF8540F" w14:textId="595EF085" w:rsidR="00A26FCF" w:rsidRPr="00AA06D2" w:rsidRDefault="00A26FCF" w:rsidP="00A26F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4F1CC05F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4687116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A26FCF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biznesplan</w:t>
      </w:r>
      <w:r w:rsidR="00A26FCF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AA06D2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6BC15FD1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789DE8B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FBFC8" w14:textId="77777777" w:rsidR="007C75D6" w:rsidRDefault="007C75D6" w:rsidP="00C16ABF">
      <w:pPr>
        <w:spacing w:after="0" w:line="240" w:lineRule="auto"/>
      </w:pPr>
      <w:r>
        <w:separator/>
      </w:r>
    </w:p>
  </w:endnote>
  <w:endnote w:type="continuationSeparator" w:id="0">
    <w:p w14:paraId="3C9FF9E8" w14:textId="77777777" w:rsidR="007C75D6" w:rsidRDefault="007C75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9CE2F" w14:textId="77777777" w:rsidR="007C75D6" w:rsidRDefault="007C75D6" w:rsidP="00C16ABF">
      <w:pPr>
        <w:spacing w:after="0" w:line="240" w:lineRule="auto"/>
      </w:pPr>
      <w:r>
        <w:separator/>
      </w:r>
    </w:p>
  </w:footnote>
  <w:footnote w:type="continuationSeparator" w:id="0">
    <w:p w14:paraId="151A8990" w14:textId="77777777" w:rsidR="007C75D6" w:rsidRDefault="007C75D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B1A"/>
    <w:rsid w:val="000F1C57"/>
    <w:rsid w:val="000F5615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635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3C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C75D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202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BFB"/>
    <w:rsid w:val="009F3C5C"/>
    <w:rsid w:val="009F4610"/>
    <w:rsid w:val="009F7AAC"/>
    <w:rsid w:val="00A00ECC"/>
    <w:rsid w:val="00A03A05"/>
    <w:rsid w:val="00A155EE"/>
    <w:rsid w:val="00A2245B"/>
    <w:rsid w:val="00A26FC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AA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A03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3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3A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A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4A534-3A4C-40DD-8E6F-385EFF60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BE1B6-25F4-452B-820A-964D55C5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975</Words>
  <Characters>5850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2020-10-26T15:59:00Z</dcterms:created>
  <dcterms:modified xsi:type="dcterms:W3CDTF">2021-02-11T13:41:00Z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